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A6A9A04" w14:textId="5B248A74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 xml:space="preserve">écoulement </w:t>
      </w:r>
      <w:r w:rsidR="008A5CA4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2F173A1F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8A5CA4">
        <w:rPr>
          <w:rFonts w:ascii="Arial" w:hAnsi="Arial"/>
          <w:lang w:val="fr-BE"/>
        </w:rPr>
        <w:t xml:space="preserve">avance à angle droit </w:t>
      </w:r>
      <w:r>
        <w:rPr>
          <w:rFonts w:ascii="Arial" w:hAnsi="Arial"/>
          <w:lang w:val="fr-BE"/>
        </w:rPr>
        <w:t>vers l'avant</w:t>
      </w:r>
      <w:r w:rsidR="008A5CA4">
        <w:rPr>
          <w:rFonts w:ascii="Arial" w:hAnsi="Arial"/>
          <w:lang w:val="fr-BE"/>
        </w:rPr>
        <w:t>; il descend ensuite légèrement à angle droit</w:t>
      </w:r>
    </w:p>
    <w:p w14:paraId="2B6AFB31" w14:textId="1E267D44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 xml:space="preserve">ouvert d'une plaque </w:t>
      </w:r>
      <w:r w:rsidR="008A5CA4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42336177" w14:textId="360B03F0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 xml:space="preserve">au bas du bec d'écoulement </w:t>
      </w:r>
      <w:r w:rsidR="008A5CA4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092E8BC6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commande électronique, </w:t>
      </w:r>
      <w:r w:rsidR="006D3021">
        <w:rPr>
          <w:rFonts w:ascii="Arial" w:hAnsi="Arial"/>
          <w:lang w:val="fr-BE"/>
        </w:rPr>
        <w:t xml:space="preserve">la vanne </w:t>
      </w:r>
      <w:r w:rsidR="00AE6E7E" w:rsidRPr="008F04CB">
        <w:rPr>
          <w:rFonts w:ascii="Arial" w:hAnsi="Arial"/>
          <w:lang w:val="fr-BE"/>
        </w:rPr>
        <w:t>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61A91B3E" w14:textId="6B9F7E86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8A5CA4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 w:rsidR="00623AA7">
        <w:rPr>
          <w:rFonts w:ascii="Arial" w:hAnsi="Arial"/>
          <w:lang w:val="fr-BE"/>
        </w:rPr>
        <w:t xml:space="preserve">de trou du robinet </w:t>
      </w:r>
      <w:r w:rsidR="008A5CA4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Caractéristiques</w:t>
      </w:r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6D3021" w14:paraId="1242AD52" w14:textId="77777777" w:rsidTr="00145383">
        <w:tc>
          <w:tcPr>
            <w:tcW w:w="9663" w:type="dxa"/>
          </w:tcPr>
          <w:p w14:paraId="7E475988" w14:textId="4532A5EF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2</w:t>
            </w:r>
            <w:r w:rsidR="00145383" w:rsidRPr="007B5857">
              <w:rPr>
                <w:lang w:val="fr-BE"/>
              </w:rPr>
              <w:t>,</w:t>
            </w:r>
            <w:r w:rsidR="008A5CA4">
              <w:rPr>
                <w:lang w:val="fr-BE"/>
              </w:rPr>
              <w:t>8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6D3021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6D3021" w14:paraId="6F282680" w14:textId="77777777" w:rsidTr="00145383">
        <w:tc>
          <w:tcPr>
            <w:tcW w:w="9663" w:type="dxa"/>
          </w:tcPr>
          <w:p w14:paraId="78083D64" w14:textId="282188E8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6</w:t>
            </w:r>
            <w:r w:rsidR="00D15B6D" w:rsidRPr="007B5857">
              <w:rPr>
                <w:rFonts w:ascii="Arial" w:hAnsi="Arial"/>
                <w:lang w:val="fr-BE"/>
              </w:rPr>
              <w:t>,</w:t>
            </w:r>
            <w:r w:rsidR="008A5CA4">
              <w:rPr>
                <w:rFonts w:ascii="Arial" w:hAnsi="Arial"/>
                <w:lang w:val="fr-BE"/>
              </w:rPr>
              <w:t>1</w:t>
            </w:r>
            <w:r w:rsidR="00D15B6D" w:rsidRPr="007B5857">
              <w:rPr>
                <w:rFonts w:ascii="Arial" w:hAnsi="Arial"/>
                <w:lang w:val="fr-BE"/>
              </w:rPr>
              <w:t xml:space="preserve"> cm</w:t>
            </w:r>
          </w:p>
        </w:tc>
      </w:tr>
      <w:tr w:rsidR="00594FAD" w:rsidRPr="006D3021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 xml:space="preserve">bit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E9084B">
              <w:rPr>
                <w:rFonts w:ascii="Arial" w:hAnsi="Arial"/>
              </w:rPr>
              <w:t>heures</w:t>
            </w:r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A5CA4" w:rsidRPr="00A75548" w14:paraId="440AB171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4AE17950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94622ED" wp14:editId="42B6C6FF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6F7C17D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FD09DD" wp14:editId="1E704C56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9C6A091" w14:textId="77777777" w:rsidR="008A5CA4" w:rsidRDefault="008A5CA4" w:rsidP="00C43FE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2D4C31" wp14:editId="45D0E28B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76991" w14:textId="77777777" w:rsidR="006240FF" w:rsidRDefault="006240FF">
      <w:r>
        <w:separator/>
      </w:r>
    </w:p>
  </w:endnote>
  <w:endnote w:type="continuationSeparator" w:id="0">
    <w:p w14:paraId="386A0BF8" w14:textId="77777777" w:rsidR="006240FF" w:rsidRDefault="00624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6D27" w14:textId="77777777" w:rsidR="006240FF" w:rsidRDefault="006240FF">
      <w:r>
        <w:separator/>
      </w:r>
    </w:p>
  </w:footnote>
  <w:footnote w:type="continuationSeparator" w:id="0">
    <w:p w14:paraId="06074492" w14:textId="77777777" w:rsidR="006240FF" w:rsidRDefault="00624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01528095" w:rsidR="00E43D97" w:rsidRPr="003D562A" w:rsidRDefault="008A5CA4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3D562A">
      <w:rPr>
        <w:rFonts w:ascii="Arial" w:hAnsi="Arial"/>
        <w:b/>
        <w:lang w:val="fr-BE"/>
      </w:rPr>
      <w:t xml:space="preserve">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6D3021">
      <w:rPr>
        <w:rFonts w:ascii="Arial" w:hAnsi="Arial"/>
        <w:b/>
        <w:lang w:val="fr-BE"/>
      </w:rPr>
      <w:t>sans</w:t>
    </w:r>
    <w:r w:rsidR="003D562A">
      <w:rPr>
        <w:rFonts w:ascii="Arial" w:hAnsi="Arial"/>
        <w:b/>
        <w:lang w:val="fr-BE"/>
      </w:rPr>
      <w:t xml:space="preserve">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0BD5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40FF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3021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A5CA4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2D8E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241B95-03E7-4EC7-888A-44B86C59EC95}"/>
</file>

<file path=customXml/itemProps2.xml><?xml version="1.0" encoding="utf-8"?>
<ds:datastoreItem xmlns:ds="http://schemas.openxmlformats.org/officeDocument/2006/customXml" ds:itemID="{9EE68468-B644-4911-A9F1-F8C4F16DD7E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305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2023-12-22T08:32:00Z</dcterms:created>
  <dcterms:modified xsi:type="dcterms:W3CDTF">2023-12-22T08:32:00Z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